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899C8" w14:textId="27101DF7" w:rsidR="001C252D" w:rsidRDefault="001C252D" w:rsidP="001C252D">
      <w:pPr>
        <w:pStyle w:val="Tytu"/>
        <w:spacing w:line="276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Załącznik nr 10 do dokumentacji projektowej</w:t>
      </w:r>
    </w:p>
    <w:p w14:paraId="12F350B2" w14:textId="77777777" w:rsidR="001C252D" w:rsidRPr="001C252D" w:rsidRDefault="001C252D" w:rsidP="001C252D">
      <w:pPr>
        <w:pStyle w:val="Tytu"/>
        <w:spacing w:line="276" w:lineRule="auto"/>
        <w:jc w:val="right"/>
        <w:rPr>
          <w:rFonts w:ascii="Arial" w:hAnsi="Arial" w:cs="Arial"/>
          <w:b w:val="0"/>
          <w:bCs/>
          <w:sz w:val="20"/>
        </w:rPr>
      </w:pPr>
    </w:p>
    <w:p w14:paraId="51C100A9" w14:textId="78ED45B8" w:rsidR="00E1312F" w:rsidRDefault="00E1312F" w:rsidP="00B91C06">
      <w:pPr>
        <w:pStyle w:val="Tytu"/>
        <w:spacing w:line="276" w:lineRule="auto"/>
        <w:rPr>
          <w:rFonts w:ascii="Arial" w:hAnsi="Arial" w:cs="Arial"/>
          <w:sz w:val="24"/>
          <w:szCs w:val="24"/>
        </w:rPr>
      </w:pPr>
      <w:r w:rsidRPr="00AA6B0D">
        <w:rPr>
          <w:rFonts w:ascii="Arial" w:hAnsi="Arial" w:cs="Arial"/>
          <w:sz w:val="24"/>
          <w:szCs w:val="24"/>
        </w:rPr>
        <w:t xml:space="preserve">PROTOKÓŁ </w:t>
      </w:r>
      <w:r w:rsidR="0067115C">
        <w:rPr>
          <w:rFonts w:ascii="Arial" w:hAnsi="Arial" w:cs="Arial"/>
          <w:sz w:val="24"/>
          <w:szCs w:val="24"/>
        </w:rPr>
        <w:t xml:space="preserve">KOŃCOWY </w:t>
      </w:r>
    </w:p>
    <w:p w14:paraId="1A741F13" w14:textId="7025E54D" w:rsidR="0067115C" w:rsidRDefault="0067115C" w:rsidP="00B91C06">
      <w:pPr>
        <w:pStyle w:val="Tytu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WYKONANIA PRZEDMIOTU UMOWY</w:t>
      </w:r>
    </w:p>
    <w:p w14:paraId="4735E4AB" w14:textId="77777777" w:rsidR="0067115C" w:rsidRDefault="0067115C" w:rsidP="00B91C06">
      <w:pPr>
        <w:pStyle w:val="Tytu"/>
        <w:spacing w:line="276" w:lineRule="auto"/>
        <w:rPr>
          <w:rFonts w:ascii="Arial" w:hAnsi="Arial" w:cs="Arial"/>
          <w:sz w:val="24"/>
          <w:szCs w:val="24"/>
        </w:rPr>
      </w:pPr>
    </w:p>
    <w:p w14:paraId="6A7618FF" w14:textId="4D8E9C1D" w:rsidR="00B46788" w:rsidRDefault="0067115C" w:rsidP="00B91C06">
      <w:pPr>
        <w:pStyle w:val="Tytu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 realizacji umowy nr</w:t>
      </w:r>
      <w:r w:rsidRPr="0067115C">
        <w:rPr>
          <w:rFonts w:ascii="Arial" w:hAnsi="Arial" w:cs="Arial"/>
          <w:kern w:val="1"/>
          <w:sz w:val="24"/>
          <w:szCs w:val="24"/>
          <w:lang w:eastAsia="hi-IN" w:bidi="hi-IN"/>
        </w:rPr>
        <w:t xml:space="preserve"> </w:t>
      </w:r>
      <w:r w:rsidRPr="0067115C">
        <w:rPr>
          <w:rFonts w:ascii="Arial" w:hAnsi="Arial" w:cs="Arial"/>
          <w:sz w:val="24"/>
          <w:szCs w:val="24"/>
        </w:rPr>
        <w:t>SA.271</w:t>
      </w:r>
      <w:r w:rsidR="00B91C06">
        <w:rPr>
          <w:rFonts w:ascii="Arial" w:hAnsi="Arial" w:cs="Arial"/>
          <w:sz w:val="24"/>
          <w:szCs w:val="24"/>
        </w:rPr>
        <w:t>…..2025</w:t>
      </w:r>
      <w:r>
        <w:rPr>
          <w:rFonts w:ascii="Arial" w:hAnsi="Arial" w:cs="Arial"/>
          <w:sz w:val="24"/>
          <w:szCs w:val="24"/>
        </w:rPr>
        <w:t xml:space="preserve"> z dnia </w:t>
      </w:r>
      <w:r w:rsidR="00B91C06">
        <w:rPr>
          <w:rFonts w:ascii="Arial" w:hAnsi="Arial" w:cs="Arial"/>
          <w:sz w:val="24"/>
          <w:szCs w:val="24"/>
        </w:rPr>
        <w:t>……………</w:t>
      </w:r>
    </w:p>
    <w:p w14:paraId="7C07F092" w14:textId="4FA9D045" w:rsidR="0067115C" w:rsidRDefault="00B46788" w:rsidP="00B91C06">
      <w:pPr>
        <w:pStyle w:val="Tytu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zadania pn.:</w:t>
      </w:r>
    </w:p>
    <w:p w14:paraId="49C2041F" w14:textId="5312291A" w:rsidR="00B46788" w:rsidRDefault="00B46788" w:rsidP="00B91C06">
      <w:pPr>
        <w:pStyle w:val="Tytu"/>
        <w:spacing w:line="276" w:lineRule="auto"/>
        <w:rPr>
          <w:rFonts w:ascii="Arial" w:hAnsi="Arial" w:cs="Arial"/>
          <w:sz w:val="24"/>
          <w:szCs w:val="24"/>
        </w:rPr>
      </w:pPr>
      <w:r w:rsidRPr="00B46788">
        <w:rPr>
          <w:rFonts w:ascii="Arial" w:hAnsi="Arial" w:cs="Arial"/>
          <w:sz w:val="24"/>
          <w:szCs w:val="24"/>
        </w:rPr>
        <w:t>„</w:t>
      </w:r>
      <w:r w:rsidRPr="00B46788">
        <w:rPr>
          <w:rFonts w:ascii="Arial" w:hAnsi="Arial" w:cs="Arial"/>
          <w:bCs/>
          <w:sz w:val="24"/>
          <w:szCs w:val="24"/>
        </w:rPr>
        <w:t>Bieżące utrzymanie i konserwacja dróg leśnych Nadleśnictwa Brzeg w roku 202</w:t>
      </w:r>
      <w:r w:rsidR="00B91C06">
        <w:rPr>
          <w:rFonts w:ascii="Arial" w:hAnsi="Arial" w:cs="Arial"/>
          <w:bCs/>
          <w:sz w:val="24"/>
          <w:szCs w:val="24"/>
        </w:rPr>
        <w:t>5</w:t>
      </w:r>
      <w:r w:rsidRPr="00B46788">
        <w:rPr>
          <w:rFonts w:ascii="Arial" w:hAnsi="Arial" w:cs="Arial"/>
          <w:bCs/>
          <w:sz w:val="24"/>
          <w:szCs w:val="24"/>
        </w:rPr>
        <w:t>”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7640ADA6" w14:textId="77777777" w:rsidR="0067115C" w:rsidRPr="00AA6B0D" w:rsidRDefault="0067115C" w:rsidP="00B91C06">
      <w:pPr>
        <w:pStyle w:val="Tytu"/>
        <w:spacing w:line="276" w:lineRule="auto"/>
        <w:rPr>
          <w:rFonts w:ascii="Arial" w:hAnsi="Arial" w:cs="Arial"/>
          <w:sz w:val="24"/>
          <w:szCs w:val="24"/>
        </w:rPr>
      </w:pPr>
    </w:p>
    <w:p w14:paraId="74433EEA" w14:textId="77777777" w:rsidR="00E1312F" w:rsidRPr="00AA6B0D" w:rsidRDefault="00E1312F" w:rsidP="00B91C06">
      <w:pPr>
        <w:spacing w:line="276" w:lineRule="auto"/>
        <w:jc w:val="center"/>
        <w:rPr>
          <w:rFonts w:ascii="Arial" w:hAnsi="Arial" w:cs="Arial"/>
          <w:b/>
        </w:rPr>
      </w:pPr>
    </w:p>
    <w:p w14:paraId="52D189F2" w14:textId="65867EB9" w:rsidR="00E1312F" w:rsidRDefault="00AA6B0D" w:rsidP="00B91C06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1312F" w:rsidRPr="00AA6B0D">
        <w:rPr>
          <w:rFonts w:ascii="Arial" w:hAnsi="Arial" w:cs="Arial"/>
        </w:rPr>
        <w:t xml:space="preserve">pisany w dniu </w:t>
      </w:r>
      <w:r w:rsidR="00B91C06">
        <w:rPr>
          <w:rFonts w:ascii="Arial" w:hAnsi="Arial" w:cs="Arial"/>
        </w:rPr>
        <w:t>……………….</w:t>
      </w:r>
      <w:r w:rsidR="009C2B2A">
        <w:rPr>
          <w:rFonts w:ascii="Arial" w:hAnsi="Arial" w:cs="Arial"/>
        </w:rPr>
        <w:t xml:space="preserve"> </w:t>
      </w:r>
      <w:r w:rsidR="003F1105">
        <w:rPr>
          <w:rFonts w:ascii="Arial" w:hAnsi="Arial" w:cs="Arial"/>
        </w:rPr>
        <w:t>w</w:t>
      </w:r>
      <w:r w:rsidR="00B46788">
        <w:rPr>
          <w:rFonts w:ascii="Arial" w:hAnsi="Arial" w:cs="Arial"/>
        </w:rPr>
        <w:t xml:space="preserve"> Brzegu</w:t>
      </w:r>
    </w:p>
    <w:p w14:paraId="5A574BE8" w14:textId="77777777" w:rsidR="00790D14" w:rsidRPr="00AA6B0D" w:rsidRDefault="00790D14" w:rsidP="00B91C06">
      <w:pPr>
        <w:spacing w:line="276" w:lineRule="auto"/>
        <w:jc w:val="center"/>
        <w:rPr>
          <w:rFonts w:ascii="Arial" w:hAnsi="Arial" w:cs="Arial"/>
        </w:rPr>
      </w:pPr>
    </w:p>
    <w:p w14:paraId="04964E6B" w14:textId="23C8DFA7" w:rsidR="00790D14" w:rsidRPr="00790D14" w:rsidRDefault="00790D14" w:rsidP="00B91C06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Strony biorące udział w odbiorze:</w:t>
      </w:r>
    </w:p>
    <w:p w14:paraId="0074839D" w14:textId="3027F06C" w:rsidR="00790D14" w:rsidRPr="00790D14" w:rsidRDefault="00AA6B0D" w:rsidP="00B91C06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790D14">
        <w:rPr>
          <w:rFonts w:ascii="Arial" w:hAnsi="Arial" w:cs="Arial"/>
        </w:rPr>
        <w:t>Zamawiający: Państwowe Gospodarstwo Leśne Lasy Państwowe Nadleśnictwo Brzeg</w:t>
      </w:r>
      <w:r w:rsidR="001334EB" w:rsidRPr="00790D14">
        <w:rPr>
          <w:rFonts w:ascii="Arial" w:hAnsi="Arial" w:cs="Arial"/>
        </w:rPr>
        <w:br/>
      </w:r>
      <w:r w:rsidR="0067115C" w:rsidRPr="00790D14">
        <w:rPr>
          <w:rFonts w:ascii="Arial" w:hAnsi="Arial" w:cs="Arial"/>
        </w:rPr>
        <w:t>ul. J. Kilińskiego 1, 49-300 Brzeg</w:t>
      </w:r>
      <w:r w:rsidR="009C2B2A" w:rsidRPr="00790D14">
        <w:rPr>
          <w:rFonts w:ascii="Arial" w:hAnsi="Arial" w:cs="Arial"/>
        </w:rPr>
        <w:t>, NIP: 7470006794</w:t>
      </w:r>
    </w:p>
    <w:p w14:paraId="4BA5FB54" w14:textId="7B239BED" w:rsidR="004369BC" w:rsidRPr="00AA6B0D" w:rsidRDefault="00790D14" w:rsidP="00B91C06">
      <w:pPr>
        <w:spacing w:line="276" w:lineRule="auto"/>
        <w:ind w:left="360" w:firstLine="348"/>
        <w:rPr>
          <w:rFonts w:ascii="Arial" w:hAnsi="Arial" w:cs="Arial"/>
        </w:rPr>
      </w:pPr>
      <w:r>
        <w:rPr>
          <w:rFonts w:ascii="Arial" w:hAnsi="Arial" w:cs="Arial"/>
        </w:rPr>
        <w:t xml:space="preserve">reprezentowany przez: </w:t>
      </w:r>
      <w:r w:rsidR="00B91C06">
        <w:rPr>
          <w:rFonts w:ascii="Arial" w:hAnsi="Arial" w:cs="Arial"/>
        </w:rPr>
        <w:t>…………………………….</w:t>
      </w:r>
    </w:p>
    <w:p w14:paraId="6D41B02E" w14:textId="280786F0" w:rsidR="00790D14" w:rsidRDefault="00CB5680" w:rsidP="00B91C06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790D14">
        <w:rPr>
          <w:rFonts w:ascii="Arial" w:hAnsi="Arial" w:cs="Arial"/>
        </w:rPr>
        <w:t>Wykonawca</w:t>
      </w:r>
      <w:r w:rsidR="00FD6C45" w:rsidRPr="00790D14">
        <w:rPr>
          <w:rFonts w:ascii="Arial" w:hAnsi="Arial" w:cs="Arial"/>
        </w:rPr>
        <w:t xml:space="preserve">: </w:t>
      </w:r>
      <w:r w:rsidR="00B91C06">
        <w:rPr>
          <w:rFonts w:ascii="Arial" w:hAnsi="Arial" w:cs="Arial"/>
        </w:rPr>
        <w:t>…………………………………….</w:t>
      </w:r>
    </w:p>
    <w:p w14:paraId="5E82675F" w14:textId="4241FFB1" w:rsidR="00790D14" w:rsidRDefault="001830EC" w:rsidP="00B91C06">
      <w:pPr>
        <w:spacing w:line="276" w:lineRule="auto"/>
        <w:ind w:left="360" w:firstLine="348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790D14">
        <w:rPr>
          <w:rFonts w:ascii="Arial" w:hAnsi="Arial" w:cs="Arial"/>
        </w:rPr>
        <w:t xml:space="preserve">eprezentowany przez: </w:t>
      </w:r>
      <w:r w:rsidR="00B91C06">
        <w:rPr>
          <w:rFonts w:ascii="Arial" w:hAnsi="Arial" w:cs="Arial"/>
        </w:rPr>
        <w:t>……………………………………</w:t>
      </w:r>
    </w:p>
    <w:p w14:paraId="794ED755" w14:textId="77777777" w:rsidR="00790D14" w:rsidRPr="00790D14" w:rsidRDefault="00790D14" w:rsidP="00B91C06">
      <w:pPr>
        <w:spacing w:line="276" w:lineRule="auto"/>
        <w:rPr>
          <w:rFonts w:ascii="Arial" w:hAnsi="Arial" w:cs="Arial"/>
        </w:rPr>
      </w:pPr>
    </w:p>
    <w:p w14:paraId="08D6CE20" w14:textId="47893E81" w:rsidR="007A63C6" w:rsidRPr="00790D14" w:rsidRDefault="003F1105" w:rsidP="00B91C06">
      <w:pPr>
        <w:pStyle w:val="Akapitzlist"/>
        <w:numPr>
          <w:ilvl w:val="0"/>
          <w:numId w:val="1"/>
        </w:numPr>
        <w:spacing w:line="276" w:lineRule="auto"/>
        <w:ind w:left="142" w:hanging="142"/>
        <w:rPr>
          <w:rFonts w:ascii="Arial" w:hAnsi="Arial" w:cs="Arial"/>
        </w:rPr>
      </w:pPr>
      <w:r w:rsidRPr="00790D14">
        <w:rPr>
          <w:rFonts w:ascii="Arial" w:hAnsi="Arial" w:cs="Arial"/>
        </w:rPr>
        <w:t>Zestawienie</w:t>
      </w:r>
      <w:r w:rsidR="00E1312F" w:rsidRPr="00790D14">
        <w:rPr>
          <w:rFonts w:ascii="Arial" w:hAnsi="Arial" w:cs="Arial"/>
        </w:rPr>
        <w:t xml:space="preserve"> </w:t>
      </w:r>
      <w:r w:rsidRPr="00790D14">
        <w:rPr>
          <w:rFonts w:ascii="Arial" w:hAnsi="Arial" w:cs="Arial"/>
        </w:rPr>
        <w:t>zakresu</w:t>
      </w:r>
      <w:r w:rsidR="00E1312F" w:rsidRPr="00790D14">
        <w:rPr>
          <w:rFonts w:ascii="Arial" w:hAnsi="Arial" w:cs="Arial"/>
        </w:rPr>
        <w:t xml:space="preserve"> wykonanych robót</w:t>
      </w:r>
      <w:r w:rsidR="007A63C6" w:rsidRPr="00790D14">
        <w:rPr>
          <w:rFonts w:ascii="Arial" w:hAnsi="Arial" w:cs="Arial"/>
        </w:rPr>
        <w:t>:</w:t>
      </w:r>
    </w:p>
    <w:tbl>
      <w:tblPr>
        <w:tblW w:w="98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021"/>
        <w:gridCol w:w="641"/>
        <w:gridCol w:w="1388"/>
        <w:gridCol w:w="1134"/>
        <w:gridCol w:w="1417"/>
        <w:gridCol w:w="1418"/>
        <w:gridCol w:w="992"/>
        <w:gridCol w:w="1417"/>
      </w:tblGrid>
      <w:tr w:rsidR="009C2B2A" w:rsidRPr="001334EB" w14:paraId="0EE8BF80" w14:textId="77777777" w:rsidTr="009C2B2A">
        <w:trPr>
          <w:trHeight w:val="30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0BEA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E9ED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Leśnictwo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DB5F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Nr drogi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A532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1EF7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Kwota brutto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E596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Data przekazania terenu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8F00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Data odbioru robót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AEDD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Nr dziennika budowy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5982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Nr zatwierdzenia materiałowego</w:t>
            </w:r>
          </w:p>
        </w:tc>
      </w:tr>
      <w:tr w:rsidR="009C2B2A" w:rsidRPr="001334EB" w14:paraId="43D0CD03" w14:textId="77777777" w:rsidTr="00B91C0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3AF0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CCDD3" w14:textId="1AFF6941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0D9D0" w14:textId="2F66EF84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37981" w14:textId="349ABD8F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922BA" w14:textId="622B5CFA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623BE" w14:textId="7DD4A784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6189F" w14:textId="06120EF6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B7B7A" w14:textId="0989C9DE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CF0DA" w14:textId="29E677AC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C2B2A" w:rsidRPr="001334EB" w14:paraId="7131F70D" w14:textId="77777777" w:rsidTr="00B91C0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C2A2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892D3" w14:textId="7AEF4339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5778D" w14:textId="270160E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8A3C4" w14:textId="44A5C849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F7A75" w14:textId="5515E958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9B5B2" w14:textId="7CFEC699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C234F" w14:textId="3BD1DC5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39000" w14:textId="65BA6C19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8250B" w14:textId="5375B555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C2B2A" w:rsidRPr="001334EB" w14:paraId="6A030E16" w14:textId="77777777" w:rsidTr="00B91C0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FA8AF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6F7E6" w14:textId="1DA0B0D4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1007B" w14:textId="67E02963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D148F" w14:textId="18148FDF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A9155" w14:textId="5BCB0F3D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64C7C" w14:textId="3B237EFA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10C62" w14:textId="1EA1AAD5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4F58D" w14:textId="4BEB582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CF5EA" w14:textId="47F2E295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C2B2A" w:rsidRPr="001334EB" w14:paraId="5D7B219C" w14:textId="77777777" w:rsidTr="00B91C0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5A68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8F749" w14:textId="44817C55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38B81" w14:textId="5237DF61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1924" w14:textId="50C28A13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4671A" w14:textId="6FB6BECC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40EF0" w14:textId="6C0750E1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DD365" w14:textId="7DD83F74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3AB1A" w14:textId="4D562BB9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7BD04" w14:textId="38AC8424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C2B2A" w:rsidRPr="001334EB" w14:paraId="34C6D2D0" w14:textId="77777777" w:rsidTr="00B91C0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51BC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D80FF" w14:textId="4C8DDAD9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A9F77" w14:textId="3A403714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2C8CC" w14:textId="42DD2E26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E0689" w14:textId="4459C4BC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D9A18" w14:textId="7B248D9D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D9350" w14:textId="2A78E63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94300" w14:textId="2467501B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C0FCC" w14:textId="368B988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C2B2A" w:rsidRPr="001334EB" w14:paraId="76FDEE39" w14:textId="77777777" w:rsidTr="00B91C0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425D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8CA97" w14:textId="19A5FE1E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0F6C5" w14:textId="30AA8B12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73096" w14:textId="60A18CFC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FA1A4" w14:textId="4C011578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8DE6F" w14:textId="1DE3ECD3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F13C" w14:textId="61BCAA73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86B61" w14:textId="32AE3F3C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C52B5" w14:textId="791195D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C2B2A" w:rsidRPr="001334EB" w14:paraId="4776AA52" w14:textId="77777777" w:rsidTr="00B91C0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064F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3B315" w14:textId="72D64C1A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F0D1" w14:textId="05BE5BD9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4AEB1" w14:textId="32551975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E9158" w14:textId="5AA9775D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ABD07" w14:textId="7EE2B793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28A23" w14:textId="347EC89B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A3D53" w14:textId="3349E263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F867A" w14:textId="101290CE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C2B2A" w:rsidRPr="001334EB" w14:paraId="76128ED6" w14:textId="77777777" w:rsidTr="00B91C0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E7E1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C5F48" w14:textId="505666BA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01E02" w14:textId="472E2536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CCB35" w14:textId="529F5FE1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9E40" w14:textId="30F56E90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FC999" w14:textId="1617FA99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5F64E" w14:textId="494924DC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6F4C4" w14:textId="0343560F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8C24C" w14:textId="22326B19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C2B2A" w:rsidRPr="001334EB" w14:paraId="514595F1" w14:textId="77777777" w:rsidTr="00B91C0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8E8B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F4C6E" w14:textId="307149CC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3DAF2" w14:textId="4AB22CE6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0A2A6" w14:textId="6CEFE85D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C5B0C" w14:textId="6CF0CCDB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DC3A8" w14:textId="7367B752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7FE3E" w14:textId="43356B71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14DE5" w14:textId="7C50CF80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5F499" w14:textId="1DAFCCCE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C2B2A" w:rsidRPr="001334EB" w14:paraId="15FFC755" w14:textId="77777777" w:rsidTr="00B91C0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26A0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4AD6E" w14:textId="104B92A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E1E9D" w14:textId="16AD4563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E4C9A" w14:textId="135A9FB3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D618D" w14:textId="17903C01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41B24" w14:textId="5BEFBF71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0167" w14:textId="34CA9CD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CB7A4" w14:textId="0F15076D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DE5A6" w14:textId="0528F393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C2B2A" w:rsidRPr="001334EB" w14:paraId="73E43C6F" w14:textId="77777777" w:rsidTr="00B91C0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EB9F0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FD48E" w14:textId="75BE32CB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A299B" w14:textId="4634E190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6AFD5" w14:textId="78FABD16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43081" w14:textId="3907BD6C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5B290" w14:textId="46795D93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FEECA" w14:textId="7871F2B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8A93A" w14:textId="14EA37F8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0FAD9" w14:textId="3E45C02C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C2B2A" w:rsidRPr="001334EB" w14:paraId="51A43563" w14:textId="77777777" w:rsidTr="00B91C0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53DB" w14:textId="7777777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3C6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0B0D5" w14:textId="5D9F5F54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9EAB" w14:textId="6C99A6C2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6ACC0" w14:textId="37FC7ECF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E38A9" w14:textId="1A5B3492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08F58" w14:textId="08680A2E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82F03" w14:textId="6A27800B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04C4C" w14:textId="13276A58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BE103" w14:textId="1CAF7BA7" w:rsidR="009C2B2A" w:rsidRPr="007A63C6" w:rsidRDefault="009C2B2A" w:rsidP="00B91C0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114ED66" w14:textId="4E074B0B" w:rsidR="00FD6C45" w:rsidRPr="00AA6B0D" w:rsidRDefault="00FD6C45" w:rsidP="00B91C06">
      <w:pPr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5ABDE0C" w14:textId="302F080D" w:rsidR="00790D14" w:rsidRDefault="00790D14" w:rsidP="00B91C06">
      <w:pPr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Roboty wymienione w pkt. 2 zostały wykonane w sposób prawidłowy i właściwy pod względem technicznym, zgodnie z zapisami umowy nr </w:t>
      </w:r>
      <w:r w:rsidRPr="00790D14">
        <w:rPr>
          <w:rFonts w:ascii="Arial" w:hAnsi="Arial" w:cs="Arial"/>
        </w:rPr>
        <w:t>SA.271</w:t>
      </w:r>
      <w:r w:rsidR="00B91C06">
        <w:rPr>
          <w:rFonts w:ascii="Arial" w:hAnsi="Arial" w:cs="Arial"/>
        </w:rPr>
        <w:t>…….2025</w:t>
      </w:r>
      <w:r w:rsidRPr="00790D14">
        <w:rPr>
          <w:rFonts w:ascii="Arial" w:hAnsi="Arial" w:cs="Arial"/>
        </w:rPr>
        <w:t xml:space="preserve"> z dnia </w:t>
      </w:r>
      <w:r w:rsidR="00B91C06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 z odpowiednich materiałów, bez uwag.</w:t>
      </w:r>
    </w:p>
    <w:p w14:paraId="1754A13C" w14:textId="77777777" w:rsidR="00B91C06" w:rsidRDefault="00B91C06" w:rsidP="00B91C06">
      <w:pPr>
        <w:spacing w:line="276" w:lineRule="auto"/>
        <w:ind w:left="360"/>
        <w:jc w:val="both"/>
        <w:rPr>
          <w:rFonts w:ascii="Arial" w:hAnsi="Arial" w:cs="Arial"/>
        </w:rPr>
      </w:pPr>
    </w:p>
    <w:p w14:paraId="1E46B4F7" w14:textId="4BD5C9B2" w:rsidR="00790D14" w:rsidRDefault="00790D14" w:rsidP="00B91C06">
      <w:pPr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Odbiory robót następowały w terminach określonych w pkt. 2 a ich potwierdzenie stanowią protokoły technicznego odbioru robót utrzymaniowych.</w:t>
      </w:r>
    </w:p>
    <w:p w14:paraId="63A79C96" w14:textId="77777777" w:rsidR="00B91C06" w:rsidRPr="00790D14" w:rsidRDefault="00B91C06" w:rsidP="00B91C06">
      <w:pPr>
        <w:spacing w:line="276" w:lineRule="auto"/>
        <w:ind w:left="360"/>
        <w:jc w:val="both"/>
        <w:rPr>
          <w:rFonts w:ascii="Arial" w:hAnsi="Arial" w:cs="Arial"/>
        </w:rPr>
      </w:pPr>
    </w:p>
    <w:p w14:paraId="64E4C0B9" w14:textId="5182D5D8" w:rsidR="00D35FF2" w:rsidRDefault="00D35FF2" w:rsidP="00B91C06">
      <w:pPr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przekazał następujące dokumenty dotyczące </w:t>
      </w:r>
      <w:r w:rsidR="001334EB">
        <w:rPr>
          <w:rFonts w:ascii="Arial" w:hAnsi="Arial" w:cs="Arial"/>
        </w:rPr>
        <w:t>realizacji umowy</w:t>
      </w:r>
      <w:r>
        <w:rPr>
          <w:rFonts w:ascii="Arial" w:hAnsi="Arial" w:cs="Arial"/>
        </w:rPr>
        <w:t>:</w:t>
      </w:r>
    </w:p>
    <w:p w14:paraId="00BEF782" w14:textId="436CBB1A" w:rsidR="009F0682" w:rsidRDefault="007A63C6" w:rsidP="00B91C0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Karta gwarancyjna</w:t>
      </w:r>
      <w:r w:rsidR="00B91C06">
        <w:rPr>
          <w:rFonts w:ascii="Arial" w:hAnsi="Arial" w:cs="Arial"/>
        </w:rPr>
        <w:t>,</w:t>
      </w:r>
    </w:p>
    <w:p w14:paraId="20CB3C9F" w14:textId="2B1E4123" w:rsidR="00B91C06" w:rsidRPr="00B91C06" w:rsidRDefault="00B91C06" w:rsidP="00B91C0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robót ulegających zakryciu – przekazane z protokołem odbioru technicznego robót utrzymaniowych,</w:t>
      </w:r>
    </w:p>
    <w:p w14:paraId="3003CE1B" w14:textId="281776A4" w:rsidR="00A072BC" w:rsidRDefault="00790D14" w:rsidP="00B91C0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Zatwierdzenia materiałowe</w:t>
      </w:r>
      <w:r w:rsidR="00A072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przekazane z protokołem odbioru technicznego robót utrzymaniowych</w:t>
      </w:r>
      <w:r w:rsidR="00B91C06">
        <w:rPr>
          <w:rFonts w:ascii="Arial" w:hAnsi="Arial" w:cs="Arial"/>
        </w:rPr>
        <w:t>,</w:t>
      </w:r>
    </w:p>
    <w:p w14:paraId="5FFC633F" w14:textId="272F3FE1" w:rsidR="00B91C06" w:rsidRPr="00B91C06" w:rsidRDefault="00B91C06" w:rsidP="00B91C0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Zestawienia wbudowanego materiału wraz z dokumentami potwierdzającymi (WZ) – przekazane z protokółem odbioru technicznego robót utrzymaniowych,</w:t>
      </w:r>
    </w:p>
    <w:p w14:paraId="59A31A39" w14:textId="402C515F" w:rsidR="00A072BC" w:rsidRDefault="00A072BC" w:rsidP="00B91C06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Dzienniki robót – przekazane z protokołem odbioru technicznego robót utrzymaniowych</w:t>
      </w:r>
      <w:r w:rsidR="00A77670">
        <w:rPr>
          <w:rFonts w:ascii="Arial" w:hAnsi="Arial" w:cs="Arial"/>
        </w:rPr>
        <w:t>.</w:t>
      </w:r>
    </w:p>
    <w:p w14:paraId="52A63566" w14:textId="6C43AA49" w:rsidR="0030479F" w:rsidRPr="00B91C06" w:rsidRDefault="0030479F" w:rsidP="00B91C06">
      <w:pPr>
        <w:spacing w:line="276" w:lineRule="auto"/>
        <w:jc w:val="both"/>
        <w:rPr>
          <w:rFonts w:ascii="Arial" w:hAnsi="Arial" w:cs="Arial"/>
        </w:rPr>
      </w:pPr>
    </w:p>
    <w:p w14:paraId="4D5B6AF0" w14:textId="57BCD88B" w:rsidR="0030479F" w:rsidRDefault="0030479F" w:rsidP="00B91C06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Niniejszy protokół</w:t>
      </w:r>
      <w:r w:rsidR="001334EB">
        <w:rPr>
          <w:rFonts w:ascii="Arial" w:hAnsi="Arial" w:cs="Arial"/>
        </w:rPr>
        <w:t xml:space="preserve"> stanowi dokument potwierdzający wykonanie przedmiotu umowy.</w:t>
      </w:r>
    </w:p>
    <w:p w14:paraId="606593F1" w14:textId="7F078F15" w:rsidR="00A072BC" w:rsidRDefault="001334EB" w:rsidP="00B91C06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sporządzenia niniejszego protokołu liczony jest </w:t>
      </w:r>
      <w:r w:rsidR="00A072BC">
        <w:rPr>
          <w:rFonts w:ascii="Arial" w:hAnsi="Arial" w:cs="Arial"/>
        </w:rPr>
        <w:t>okres</w:t>
      </w:r>
      <w:r>
        <w:rPr>
          <w:rFonts w:ascii="Arial" w:hAnsi="Arial" w:cs="Arial"/>
        </w:rPr>
        <w:t xml:space="preserve"> gwarancji przedmiotu umowy</w:t>
      </w:r>
      <w:r w:rsidR="00A072BC">
        <w:rPr>
          <w:rFonts w:ascii="Arial" w:hAnsi="Arial" w:cs="Arial"/>
        </w:rPr>
        <w:t xml:space="preserve">, który wynosi </w:t>
      </w:r>
      <w:r w:rsidR="00B91C06">
        <w:rPr>
          <w:rFonts w:ascii="Arial" w:hAnsi="Arial" w:cs="Arial"/>
        </w:rPr>
        <w:t>…….</w:t>
      </w:r>
      <w:r w:rsidR="00A072BC">
        <w:rPr>
          <w:rFonts w:ascii="Arial" w:hAnsi="Arial" w:cs="Arial"/>
        </w:rPr>
        <w:t xml:space="preserve"> miesięcy.</w:t>
      </w:r>
    </w:p>
    <w:p w14:paraId="4C7FDA16" w14:textId="77777777" w:rsidR="00A072BC" w:rsidRDefault="00A072BC" w:rsidP="00B91C06">
      <w:pPr>
        <w:spacing w:line="276" w:lineRule="auto"/>
        <w:jc w:val="both"/>
        <w:rPr>
          <w:rFonts w:ascii="Arial" w:hAnsi="Arial" w:cs="Arial"/>
        </w:rPr>
      </w:pPr>
    </w:p>
    <w:p w14:paraId="250D164F" w14:textId="03443FC8" w:rsidR="00A072BC" w:rsidRPr="00B91C06" w:rsidRDefault="0030479F" w:rsidP="00B91C0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072BC">
        <w:rPr>
          <w:rFonts w:ascii="Arial" w:hAnsi="Arial" w:cs="Arial"/>
        </w:rPr>
        <w:t>Na tym protokół zakończono i podpisano:</w:t>
      </w:r>
    </w:p>
    <w:p w14:paraId="75D4535A" w14:textId="77777777" w:rsidR="00A072BC" w:rsidRDefault="00A072BC" w:rsidP="00B91C06">
      <w:pPr>
        <w:spacing w:line="276" w:lineRule="auto"/>
        <w:jc w:val="both"/>
        <w:rPr>
          <w:rFonts w:ascii="Arial" w:hAnsi="Arial" w:cs="Arial"/>
        </w:rPr>
      </w:pPr>
    </w:p>
    <w:p w14:paraId="053D9243" w14:textId="7FF974CC" w:rsidR="005845F1" w:rsidRDefault="00A072BC" w:rsidP="00B91C06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Przedstawiciel Zamawiającego: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</w:p>
    <w:p w14:paraId="1CDDA41D" w14:textId="77777777" w:rsidR="00A072BC" w:rsidRDefault="00A072BC" w:rsidP="00B91C06">
      <w:pPr>
        <w:pStyle w:val="Akapitzlist"/>
        <w:spacing w:line="276" w:lineRule="auto"/>
        <w:rPr>
          <w:rFonts w:ascii="Arial" w:hAnsi="Arial" w:cs="Arial"/>
        </w:rPr>
      </w:pPr>
    </w:p>
    <w:p w14:paraId="54D879D4" w14:textId="1451AC65" w:rsidR="00A072BC" w:rsidRPr="00B91C06" w:rsidRDefault="00A072BC" w:rsidP="00B91C06">
      <w:pPr>
        <w:spacing w:line="276" w:lineRule="auto"/>
        <w:rPr>
          <w:rFonts w:ascii="Arial" w:hAnsi="Arial" w:cs="Arial"/>
        </w:rPr>
      </w:pPr>
    </w:p>
    <w:p w14:paraId="002ECBA6" w14:textId="77777777" w:rsidR="00A072BC" w:rsidRDefault="00A072BC" w:rsidP="00B91C06">
      <w:pPr>
        <w:spacing w:line="276" w:lineRule="auto"/>
        <w:rPr>
          <w:rFonts w:ascii="Arial" w:hAnsi="Arial" w:cs="Arial"/>
        </w:rPr>
      </w:pPr>
    </w:p>
    <w:p w14:paraId="1EA78D83" w14:textId="09A1D716" w:rsidR="00A072BC" w:rsidRDefault="00A072BC" w:rsidP="00B91C06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Przedstawiciel Wykonawcy: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</w:t>
      </w:r>
    </w:p>
    <w:p w14:paraId="2D448E1C" w14:textId="77777777" w:rsidR="00A072BC" w:rsidRDefault="00A072BC" w:rsidP="00B91C06">
      <w:pPr>
        <w:pStyle w:val="Akapitzlist"/>
        <w:spacing w:line="276" w:lineRule="auto"/>
        <w:rPr>
          <w:rFonts w:ascii="Arial" w:hAnsi="Arial" w:cs="Arial"/>
        </w:rPr>
      </w:pPr>
    </w:p>
    <w:p w14:paraId="433D33DD" w14:textId="77777777" w:rsidR="00A072BC" w:rsidRDefault="00A072BC" w:rsidP="00B91C06">
      <w:pPr>
        <w:pStyle w:val="Akapitzlist"/>
        <w:spacing w:line="276" w:lineRule="auto"/>
        <w:rPr>
          <w:rFonts w:ascii="Arial" w:hAnsi="Arial" w:cs="Arial"/>
        </w:rPr>
      </w:pPr>
    </w:p>
    <w:p w14:paraId="53AF615D" w14:textId="77777777" w:rsidR="00A072BC" w:rsidRPr="00A072BC" w:rsidRDefault="00A072BC" w:rsidP="00B91C06">
      <w:pPr>
        <w:pStyle w:val="Akapitzlist"/>
        <w:spacing w:line="276" w:lineRule="auto"/>
        <w:rPr>
          <w:rFonts w:ascii="Arial" w:hAnsi="Arial" w:cs="Arial"/>
        </w:rPr>
      </w:pPr>
    </w:p>
    <w:p w14:paraId="4BA25285" w14:textId="77777777" w:rsidR="00A072BC" w:rsidRDefault="00A072BC" w:rsidP="00B91C06">
      <w:pPr>
        <w:spacing w:line="276" w:lineRule="auto"/>
        <w:rPr>
          <w:rFonts w:ascii="Arial" w:hAnsi="Arial" w:cs="Arial"/>
        </w:rPr>
      </w:pPr>
    </w:p>
    <w:p w14:paraId="2620BEE7" w14:textId="24BA2B5A" w:rsidR="005845F1" w:rsidRDefault="005845F1" w:rsidP="00B91C06">
      <w:pPr>
        <w:spacing w:line="276" w:lineRule="auto"/>
        <w:rPr>
          <w:rFonts w:ascii="Arial" w:hAnsi="Arial" w:cs="Arial"/>
        </w:rPr>
      </w:pPr>
    </w:p>
    <w:p w14:paraId="151DEA26" w14:textId="37AC6E1A" w:rsidR="00B91C06" w:rsidRDefault="00B91C06" w:rsidP="00B91C06">
      <w:pPr>
        <w:spacing w:line="276" w:lineRule="auto"/>
        <w:rPr>
          <w:rFonts w:ascii="Arial" w:hAnsi="Arial" w:cs="Arial"/>
        </w:rPr>
      </w:pPr>
    </w:p>
    <w:p w14:paraId="6D089B0F" w14:textId="7E317074" w:rsidR="00B91C06" w:rsidRDefault="00B91C06" w:rsidP="00B91C06">
      <w:pPr>
        <w:spacing w:line="276" w:lineRule="auto"/>
        <w:rPr>
          <w:rFonts w:ascii="Arial" w:hAnsi="Arial" w:cs="Arial"/>
        </w:rPr>
      </w:pPr>
    </w:p>
    <w:p w14:paraId="49B40275" w14:textId="0DAF0E85" w:rsidR="00B91C06" w:rsidRDefault="00B91C06" w:rsidP="00B91C0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Zatwierdził:</w:t>
      </w:r>
    </w:p>
    <w:p w14:paraId="0FCCB9AB" w14:textId="3BFB952F" w:rsidR="00B91C06" w:rsidRDefault="00B91C06" w:rsidP="00B91C06">
      <w:pPr>
        <w:spacing w:line="276" w:lineRule="auto"/>
        <w:rPr>
          <w:rFonts w:ascii="Arial" w:hAnsi="Arial" w:cs="Arial"/>
        </w:rPr>
      </w:pPr>
    </w:p>
    <w:p w14:paraId="3D971187" w14:textId="67883FA2" w:rsidR="00B91C06" w:rsidRDefault="00B91C06" w:rsidP="00B91C06">
      <w:pPr>
        <w:spacing w:line="276" w:lineRule="auto"/>
        <w:rPr>
          <w:rFonts w:ascii="Arial" w:hAnsi="Arial" w:cs="Arial"/>
        </w:rPr>
      </w:pPr>
    </w:p>
    <w:p w14:paraId="70FE10A7" w14:textId="5DD1B899" w:rsidR="00B91C06" w:rsidRDefault="00B91C06" w:rsidP="00B91C06">
      <w:pPr>
        <w:spacing w:line="276" w:lineRule="auto"/>
        <w:rPr>
          <w:rFonts w:ascii="Arial" w:hAnsi="Arial" w:cs="Arial"/>
        </w:rPr>
      </w:pPr>
    </w:p>
    <w:p w14:paraId="51A3AF01" w14:textId="16D38918" w:rsidR="00B91C06" w:rsidRDefault="00B91C06" w:rsidP="00B91C0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…………………………….</w:t>
      </w:r>
    </w:p>
    <w:p w14:paraId="4C3F2C9E" w14:textId="0D66609F" w:rsidR="00B91C06" w:rsidRDefault="00B91C06" w:rsidP="00B91C0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(data i podpis Nadleśniczego)</w:t>
      </w:r>
    </w:p>
    <w:p w14:paraId="51485DFD" w14:textId="77777777" w:rsidR="005845F1" w:rsidRDefault="005845F1" w:rsidP="00B91C06">
      <w:pPr>
        <w:spacing w:line="276" w:lineRule="auto"/>
        <w:rPr>
          <w:rFonts w:ascii="Arial" w:hAnsi="Arial" w:cs="Arial"/>
        </w:rPr>
      </w:pPr>
    </w:p>
    <w:p w14:paraId="604A83FB" w14:textId="77777777" w:rsidR="005845F1" w:rsidRDefault="005845F1" w:rsidP="00B91C06">
      <w:pPr>
        <w:spacing w:line="276" w:lineRule="auto"/>
        <w:rPr>
          <w:rFonts w:ascii="Arial" w:hAnsi="Arial" w:cs="Arial"/>
        </w:rPr>
      </w:pPr>
    </w:p>
    <w:p w14:paraId="25B6228E" w14:textId="77777777" w:rsidR="005845F1" w:rsidRDefault="005845F1" w:rsidP="00B91C06">
      <w:pPr>
        <w:spacing w:line="276" w:lineRule="auto"/>
        <w:rPr>
          <w:rFonts w:ascii="Arial" w:hAnsi="Arial" w:cs="Arial"/>
        </w:rPr>
      </w:pPr>
    </w:p>
    <w:p w14:paraId="57586A6A" w14:textId="77777777" w:rsidR="005845F1" w:rsidRDefault="005845F1" w:rsidP="00B91C06">
      <w:pPr>
        <w:spacing w:line="276" w:lineRule="auto"/>
        <w:rPr>
          <w:rFonts w:ascii="Arial" w:hAnsi="Arial" w:cs="Arial"/>
        </w:rPr>
      </w:pPr>
    </w:p>
    <w:p w14:paraId="75F753A0" w14:textId="77777777" w:rsidR="005845F1" w:rsidRDefault="005845F1" w:rsidP="00B91C06">
      <w:pPr>
        <w:spacing w:line="276" w:lineRule="auto"/>
        <w:rPr>
          <w:rFonts w:ascii="Arial" w:hAnsi="Arial" w:cs="Arial"/>
        </w:rPr>
      </w:pPr>
    </w:p>
    <w:p w14:paraId="2C500947" w14:textId="77777777" w:rsidR="005845F1" w:rsidRDefault="005845F1" w:rsidP="00B91C06">
      <w:pPr>
        <w:spacing w:line="276" w:lineRule="auto"/>
        <w:rPr>
          <w:rFonts w:ascii="Arial" w:hAnsi="Arial" w:cs="Arial"/>
        </w:rPr>
      </w:pPr>
    </w:p>
    <w:p w14:paraId="7C4536F3" w14:textId="77777777" w:rsidR="00A072BC" w:rsidRDefault="00A072BC" w:rsidP="00B91C06">
      <w:pPr>
        <w:spacing w:line="276" w:lineRule="auto"/>
        <w:rPr>
          <w:rFonts w:ascii="Arial" w:hAnsi="Arial" w:cs="Arial"/>
        </w:rPr>
      </w:pPr>
    </w:p>
    <w:p w14:paraId="44DC4143" w14:textId="77777777" w:rsidR="00A072BC" w:rsidRDefault="00A072BC" w:rsidP="00B91C06">
      <w:pPr>
        <w:spacing w:line="276" w:lineRule="auto"/>
        <w:rPr>
          <w:rFonts w:ascii="Arial" w:hAnsi="Arial" w:cs="Arial"/>
        </w:rPr>
      </w:pPr>
    </w:p>
    <w:p w14:paraId="02FAC0F7" w14:textId="77777777" w:rsidR="00A072BC" w:rsidRDefault="00A072BC" w:rsidP="00B91C06">
      <w:pPr>
        <w:spacing w:line="276" w:lineRule="auto"/>
        <w:rPr>
          <w:rFonts w:ascii="Arial" w:hAnsi="Arial" w:cs="Arial"/>
        </w:rPr>
      </w:pPr>
    </w:p>
    <w:p w14:paraId="22AF18C2" w14:textId="68C98178" w:rsidR="005845F1" w:rsidRPr="00AA6B0D" w:rsidRDefault="005845F1" w:rsidP="00B91C06">
      <w:pPr>
        <w:spacing w:line="276" w:lineRule="auto"/>
        <w:rPr>
          <w:rFonts w:ascii="Arial" w:hAnsi="Arial" w:cs="Arial"/>
        </w:rPr>
      </w:pPr>
    </w:p>
    <w:sectPr w:rsidR="005845F1" w:rsidRPr="00AA6B0D">
      <w:pgSz w:w="11906" w:h="16838"/>
      <w:pgMar w:top="851" w:right="1418" w:bottom="851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D8C9C" w14:textId="77777777" w:rsidR="00197C73" w:rsidRDefault="00197C73" w:rsidP="00CB5680">
      <w:r>
        <w:separator/>
      </w:r>
    </w:p>
  </w:endnote>
  <w:endnote w:type="continuationSeparator" w:id="0">
    <w:p w14:paraId="2019EA8A" w14:textId="77777777" w:rsidR="00197C73" w:rsidRDefault="00197C73" w:rsidP="00CB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E9BAE" w14:textId="77777777" w:rsidR="00197C73" w:rsidRDefault="00197C73" w:rsidP="00CB5680">
      <w:r>
        <w:separator/>
      </w:r>
    </w:p>
  </w:footnote>
  <w:footnote w:type="continuationSeparator" w:id="0">
    <w:p w14:paraId="5CE99276" w14:textId="77777777" w:rsidR="00197C73" w:rsidRDefault="00197C73" w:rsidP="00CB5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021AF"/>
    <w:multiLevelType w:val="multilevel"/>
    <w:tmpl w:val="F1F4A4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A6B60"/>
    <w:multiLevelType w:val="hybridMultilevel"/>
    <w:tmpl w:val="0A2229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314894"/>
    <w:multiLevelType w:val="hybridMultilevel"/>
    <w:tmpl w:val="7F80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D12E5"/>
    <w:multiLevelType w:val="hybridMultilevel"/>
    <w:tmpl w:val="51964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F2816"/>
    <w:multiLevelType w:val="hybridMultilevel"/>
    <w:tmpl w:val="6DFA9A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567381">
    <w:abstractNumId w:val="0"/>
  </w:num>
  <w:num w:numId="2" w16cid:durableId="637535363">
    <w:abstractNumId w:val="1"/>
  </w:num>
  <w:num w:numId="3" w16cid:durableId="233518387">
    <w:abstractNumId w:val="3"/>
  </w:num>
  <w:num w:numId="4" w16cid:durableId="797796915">
    <w:abstractNumId w:val="2"/>
  </w:num>
  <w:num w:numId="5" w16cid:durableId="20546889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9DE"/>
    <w:rsid w:val="00070834"/>
    <w:rsid w:val="00077F4D"/>
    <w:rsid w:val="0008323B"/>
    <w:rsid w:val="00086AA5"/>
    <w:rsid w:val="000C2091"/>
    <w:rsid w:val="000F4823"/>
    <w:rsid w:val="001334EB"/>
    <w:rsid w:val="00145B0D"/>
    <w:rsid w:val="00180596"/>
    <w:rsid w:val="001830EC"/>
    <w:rsid w:val="001962F0"/>
    <w:rsid w:val="00196D0E"/>
    <w:rsid w:val="00197C73"/>
    <w:rsid w:val="001B252A"/>
    <w:rsid w:val="001C252D"/>
    <w:rsid w:val="001C4984"/>
    <w:rsid w:val="001C7341"/>
    <w:rsid w:val="00201A4F"/>
    <w:rsid w:val="00224165"/>
    <w:rsid w:val="00270801"/>
    <w:rsid w:val="00270BA1"/>
    <w:rsid w:val="0030479F"/>
    <w:rsid w:val="003446BD"/>
    <w:rsid w:val="0036612C"/>
    <w:rsid w:val="00383E59"/>
    <w:rsid w:val="003A66A5"/>
    <w:rsid w:val="003B36EA"/>
    <w:rsid w:val="003C32BC"/>
    <w:rsid w:val="003C4816"/>
    <w:rsid w:val="003C6C68"/>
    <w:rsid w:val="003F1105"/>
    <w:rsid w:val="004369BC"/>
    <w:rsid w:val="0051310A"/>
    <w:rsid w:val="00545B7F"/>
    <w:rsid w:val="005665EB"/>
    <w:rsid w:val="005845F1"/>
    <w:rsid w:val="005A1605"/>
    <w:rsid w:val="005D0CA9"/>
    <w:rsid w:val="005F1705"/>
    <w:rsid w:val="005F69DE"/>
    <w:rsid w:val="00653503"/>
    <w:rsid w:val="0067115C"/>
    <w:rsid w:val="006F1F3F"/>
    <w:rsid w:val="006F635B"/>
    <w:rsid w:val="00790D14"/>
    <w:rsid w:val="007A63C6"/>
    <w:rsid w:val="007D18E8"/>
    <w:rsid w:val="007F36AD"/>
    <w:rsid w:val="0080133F"/>
    <w:rsid w:val="009262BF"/>
    <w:rsid w:val="00985164"/>
    <w:rsid w:val="009C2B2A"/>
    <w:rsid w:val="009D28CC"/>
    <w:rsid w:val="009F0682"/>
    <w:rsid w:val="00A0596A"/>
    <w:rsid w:val="00A072BC"/>
    <w:rsid w:val="00A17D52"/>
    <w:rsid w:val="00A22C29"/>
    <w:rsid w:val="00A55BE0"/>
    <w:rsid w:val="00A73B07"/>
    <w:rsid w:val="00A77670"/>
    <w:rsid w:val="00AA6B0D"/>
    <w:rsid w:val="00AB2D59"/>
    <w:rsid w:val="00AD15EC"/>
    <w:rsid w:val="00AF64DB"/>
    <w:rsid w:val="00B25196"/>
    <w:rsid w:val="00B46788"/>
    <w:rsid w:val="00B60BD1"/>
    <w:rsid w:val="00B91C06"/>
    <w:rsid w:val="00BD1F93"/>
    <w:rsid w:val="00CA7C74"/>
    <w:rsid w:val="00CB5680"/>
    <w:rsid w:val="00CF7BA7"/>
    <w:rsid w:val="00D258BD"/>
    <w:rsid w:val="00D35FF2"/>
    <w:rsid w:val="00D811CD"/>
    <w:rsid w:val="00E1312F"/>
    <w:rsid w:val="00E968FD"/>
    <w:rsid w:val="00EA24D5"/>
    <w:rsid w:val="00EB4ED0"/>
    <w:rsid w:val="00EF29A7"/>
    <w:rsid w:val="00EF2E3D"/>
    <w:rsid w:val="00F30547"/>
    <w:rsid w:val="00FD6C45"/>
    <w:rsid w:val="00FD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25E64A"/>
  <w15:chartTrackingRefBased/>
  <w15:docId w15:val="{6DFF23A2-C347-465A-B92C-F3277A6F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661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5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5680"/>
  </w:style>
  <w:style w:type="paragraph" w:styleId="Stopka">
    <w:name w:val="footer"/>
    <w:basedOn w:val="Normalny"/>
    <w:link w:val="StopkaZnak"/>
    <w:uiPriority w:val="99"/>
    <w:unhideWhenUsed/>
    <w:rsid w:val="00CB5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5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4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zimierz.gagola\Desktop\Ryszard\Dokumenty\protokol_technicznego_odbioru_rob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protokol_technicznego_odbioru_robot</Template>
  <TotalTime>13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TECHNICZNEGO ODBIORU ROBÓT</vt:lpstr>
      <vt:lpstr>PROTOKÓŁ TECHNICZNEGO ODBIORU ROBÓT</vt:lpstr>
    </vt:vector>
  </TitlesOfParts>
  <Company>Z.U.H. Maciej Żelisko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TECHNICZNEGO ODBIORU ROBÓT</dc:title>
  <dc:subject/>
  <dc:creator>Kazimierz Gągola</dc:creator>
  <cp:keywords/>
  <cp:lastModifiedBy>Jacek Tokarz</cp:lastModifiedBy>
  <cp:revision>4</cp:revision>
  <cp:lastPrinted>2025-05-30T09:29:00Z</cp:lastPrinted>
  <dcterms:created xsi:type="dcterms:W3CDTF">2025-07-01T11:19:00Z</dcterms:created>
  <dcterms:modified xsi:type="dcterms:W3CDTF">2025-07-02T10:54:00Z</dcterms:modified>
</cp:coreProperties>
</file>